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EB35E" w14:textId="77777777" w:rsidR="00F57413" w:rsidRDefault="00000000">
      <w:pPr>
        <w:snapToGrid w:val="0"/>
        <w:ind w:left="840" w:hanging="840"/>
        <w:jc w:val="center"/>
      </w:pPr>
      <w:r>
        <w:rPr>
          <w:rFonts w:ascii="標楷體" w:eastAsia="標楷體" w:hAnsi="標楷體" w:cs="Arial"/>
          <w:noProof/>
          <w:color w:val="000000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C89B5" wp14:editId="7BABCEB3">
                <wp:simplePos x="0" y="0"/>
                <wp:positionH relativeFrom="margin">
                  <wp:posOffset>-259076</wp:posOffset>
                </wp:positionH>
                <wp:positionV relativeFrom="paragraph">
                  <wp:posOffset>-10158</wp:posOffset>
                </wp:positionV>
                <wp:extent cx="662940" cy="329568"/>
                <wp:effectExtent l="0" t="0" r="3810" b="0"/>
                <wp:wrapNone/>
                <wp:docPr id="373426559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" cy="329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20CAD661" w14:textId="77777777" w:rsidR="00F57413" w:rsidRDefault="0000000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附件9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2C89B5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20.4pt;margin-top:-.8pt;width:52.2pt;height:25.9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" stroked="f">
                <v:textbox style="mso-fit-shape-to-text:t">
                  <w:txbxContent>
                    <w:p w14:paraId="20CAD661" w14:textId="77777777" w:rsidR="00F57413" w:rsidRDefault="00000000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440CB8" w14:textId="77777777" w:rsidR="00F57413" w:rsidRDefault="00F57413">
      <w:pPr>
        <w:snapToGrid w:val="0"/>
        <w:ind w:left="960" w:hanging="960"/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14:paraId="3EA8B414" w14:textId="77777777" w:rsidR="00F57413" w:rsidRDefault="00000000">
      <w:pPr>
        <w:snapToGrid w:val="0"/>
        <w:ind w:left="960" w:hanging="960"/>
        <w:jc w:val="center"/>
        <w:rPr>
          <w:rFonts w:ascii="標楷體" w:eastAsia="標楷體" w:hAnsi="標楷體"/>
          <w:b/>
          <w:bCs/>
          <w:color w:val="000000"/>
          <w:sz w:val="32"/>
          <w:szCs w:val="32"/>
        </w:rPr>
      </w:pPr>
      <w:r>
        <w:rPr>
          <w:rFonts w:ascii="標楷體" w:eastAsia="標楷體" w:hAnsi="標楷體"/>
          <w:b/>
          <w:bCs/>
          <w:color w:val="000000"/>
          <w:sz w:val="32"/>
          <w:szCs w:val="32"/>
        </w:rPr>
        <w:t>海洋委員會115年度海洋教育多元推展計畫經費分攤表</w:t>
      </w:r>
    </w:p>
    <w:p w14:paraId="691136CF" w14:textId="77777777" w:rsidR="00F57413" w:rsidRDefault="00F57413">
      <w:pPr>
        <w:snapToGrid w:val="0"/>
        <w:ind w:left="780" w:hanging="780"/>
        <w:jc w:val="center"/>
        <w:rPr>
          <w:rFonts w:ascii="標楷體" w:eastAsia="標楷體" w:hAnsi="標楷體"/>
          <w:color w:val="000000"/>
          <w:sz w:val="26"/>
          <w:szCs w:val="26"/>
        </w:rPr>
      </w:pPr>
    </w:p>
    <w:tbl>
      <w:tblPr>
        <w:tblW w:w="8820" w:type="dxa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4500"/>
        <w:gridCol w:w="1800"/>
        <w:gridCol w:w="1440"/>
      </w:tblGrid>
      <w:tr w:rsidR="00F57413" w14:paraId="7D84B741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8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709158" w14:textId="77777777" w:rsidR="00F57413" w:rsidRDefault="00000000">
            <w:pPr>
              <w:snapToGrid w:val="0"/>
              <w:ind w:left="840" w:hanging="840"/>
              <w:jc w:val="both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計畫名稱：</w:t>
            </w:r>
            <w:r>
              <w:rPr>
                <w:rFonts w:ascii="新細明體" w:hAnsi="新細明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本會核定合作計畫名稱</w:t>
            </w:r>
            <w:r>
              <w:rPr>
                <w:rFonts w:ascii="新細明體" w:hAnsi="新細明體"/>
                <w:color w:val="000000"/>
                <w:sz w:val="28"/>
                <w:szCs w:val="28"/>
              </w:rPr>
              <w:t>)</w:t>
            </w:r>
          </w:p>
        </w:tc>
      </w:tr>
      <w:tr w:rsidR="00F57413" w14:paraId="631663BE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8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773418" w14:textId="77777777" w:rsidR="00F57413" w:rsidRDefault="00000000">
            <w:pPr>
              <w:snapToGrid w:val="0"/>
              <w:ind w:left="840" w:hanging="840"/>
              <w:jc w:val="both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接受補助單位：</w:t>
            </w:r>
            <w:r>
              <w:rPr>
                <w:rFonts w:ascii="新細明體" w:hAnsi="新細明體"/>
                <w:color w:val="000000"/>
                <w:sz w:val="28"/>
                <w:szCs w:val="28"/>
              </w:rPr>
              <w:t>○○○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:rsidR="00F57413" w14:paraId="505FE2E8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8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D66DB" w14:textId="77777777" w:rsidR="00F57413" w:rsidRDefault="00000000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計畫經費支出：新臺幣                 元(計畫結案總經費)</w:t>
            </w:r>
          </w:p>
        </w:tc>
      </w:tr>
      <w:tr w:rsidR="00F57413" w14:paraId="2ED7D0CF" w14:textId="7777777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90C829" w14:textId="77777777" w:rsidR="00F57413" w:rsidRDefault="00000000">
            <w:pPr>
              <w:snapToGrid w:val="0"/>
              <w:ind w:left="120" w:right="17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經費分攤情形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B7343" w14:textId="77777777" w:rsidR="00F57413" w:rsidRDefault="0000000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各補助或合作機關名稱</w:t>
            </w:r>
          </w:p>
          <w:p w14:paraId="596184D0" w14:textId="77777777" w:rsidR="00F57413" w:rsidRDefault="0000000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(含自籌，請逐一填列)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31179A" w14:textId="77777777" w:rsidR="00F57413" w:rsidRDefault="0000000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金額</w:t>
            </w:r>
          </w:p>
          <w:p w14:paraId="2F6321F9" w14:textId="77777777" w:rsidR="00F57413" w:rsidRDefault="0000000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(新臺幣元)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B1BB0" w14:textId="77777777" w:rsidR="00F57413" w:rsidRDefault="0000000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佔百分比</w:t>
            </w:r>
          </w:p>
          <w:p w14:paraId="7001D453" w14:textId="77777777" w:rsidR="00F57413" w:rsidRDefault="00000000">
            <w:pPr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％</w:t>
            </w:r>
          </w:p>
          <w:p w14:paraId="113B667F" w14:textId="77777777" w:rsidR="00F57413" w:rsidRDefault="00000000">
            <w:pPr>
              <w:snapToGrid w:val="0"/>
              <w:jc w:val="center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(四捨五入取至小數點二位)</w:t>
            </w:r>
          </w:p>
        </w:tc>
      </w:tr>
      <w:tr w:rsidR="00F57413" w14:paraId="3F3FFE5F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2514B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577A6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EBE722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0ED64C" w14:textId="77777777" w:rsidR="00F57413" w:rsidRDefault="00000000">
            <w:pPr>
              <w:snapToGrid w:val="0"/>
              <w:ind w:left="720" w:hanging="720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>○○.○○</w:t>
            </w:r>
          </w:p>
        </w:tc>
      </w:tr>
      <w:tr w:rsidR="00F57413" w14:paraId="0AFE63D3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E5769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3C02E7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4834C1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CABF9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0A4AFC9E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484C93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AE82B6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95BC2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1DA93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5EC5C98C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C9EA40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2C8393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C06EA7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61C4C0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23FEB669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1EADB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2BBC15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DB5A60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71289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48137EBE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8AD29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807FD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745C3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ABFCF2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151DD463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22D05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5E52C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57FFC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BA676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734C8C78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99370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49EF60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11EDA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95707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7E87035D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5CB22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3EB4CA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AA7043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1B419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48D3E571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8F049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6F0C5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F7DA5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D4191B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6F74F229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160894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3D827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982776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EA4CC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0E2C507C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7AF6BE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58CDF0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E12DDA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A8F0D8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1EBD6DE5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8597F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E3CAC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DA5CA9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1B8DA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09FC804A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2DB6D7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C4F57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0C9266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92C12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581738E9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D250E1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591D8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68D798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23D109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F57413" w14:paraId="7EDB6FB1" w14:textId="777777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1931" w14:textId="77777777" w:rsidR="00F57413" w:rsidRDefault="00F57413">
            <w:pPr>
              <w:snapToGrid w:val="0"/>
              <w:ind w:left="840" w:hanging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61869" w14:textId="77777777" w:rsidR="00F57413" w:rsidRDefault="00000000">
            <w:pPr>
              <w:snapToGrid w:val="0"/>
              <w:ind w:left="840" w:hanging="84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合　　　　　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03430C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FE11A" w14:textId="77777777" w:rsidR="00F57413" w:rsidRDefault="00F57413">
            <w:pPr>
              <w:snapToGrid w:val="0"/>
              <w:ind w:left="840" w:hanging="84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14:paraId="4358E3EB" w14:textId="77777777" w:rsidR="00F57413" w:rsidRDefault="00000000">
      <w:r>
        <w:rPr>
          <w:rFonts w:ascii="標楷體" w:eastAsia="標楷體" w:hAnsi="標楷體"/>
          <w:color w:val="000000"/>
          <w:sz w:val="28"/>
          <w:szCs w:val="28"/>
        </w:rPr>
        <w:t>業務單位　　　　　　　主(會)計單位：  　　　　機關首長</w:t>
      </w:r>
    </w:p>
    <w:sectPr w:rsidR="00F57413">
      <w:pgSz w:w="11906" w:h="16838"/>
      <w:pgMar w:top="851" w:right="1797" w:bottom="567" w:left="1797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7A3B5" w14:textId="77777777" w:rsidR="004A4306" w:rsidRDefault="004A4306">
      <w:r>
        <w:separator/>
      </w:r>
    </w:p>
  </w:endnote>
  <w:endnote w:type="continuationSeparator" w:id="0">
    <w:p w14:paraId="4F773051" w14:textId="77777777" w:rsidR="004A4306" w:rsidRDefault="004A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D55A" w14:textId="77777777" w:rsidR="004A4306" w:rsidRDefault="004A4306">
      <w:r>
        <w:rPr>
          <w:color w:val="000000"/>
        </w:rPr>
        <w:separator/>
      </w:r>
    </w:p>
  </w:footnote>
  <w:footnote w:type="continuationSeparator" w:id="0">
    <w:p w14:paraId="2F5DCB05" w14:textId="77777777" w:rsidR="004A4306" w:rsidRDefault="004A4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57413"/>
    <w:rsid w:val="00194529"/>
    <w:rsid w:val="004A4306"/>
    <w:rsid w:val="00CD619A"/>
    <w:rsid w:val="00F5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36221"/>
  <w15:docId w15:val="{E503AC9E-D540-4B5F-ABA8-42E18FBD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Balloon Text"/>
    <w:basedOn w:val="a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譚湘吾</dc:creator>
  <cp:lastModifiedBy>資訊室 海洋委員會</cp:lastModifiedBy>
  <cp:revision>2</cp:revision>
  <cp:lastPrinted>2025-03-03T08:44:00Z</cp:lastPrinted>
  <dcterms:created xsi:type="dcterms:W3CDTF">2025-10-20T05:36:00Z</dcterms:created>
  <dcterms:modified xsi:type="dcterms:W3CDTF">2025-10-20T05:36:00Z</dcterms:modified>
</cp:coreProperties>
</file>